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C7B640" w14:textId="77777777" w:rsidR="00F8448C" w:rsidRDefault="00B53011" w:rsidP="00F8448C">
      <w:r>
        <w:br/>
      </w:r>
    </w:p>
    <w:p w14:paraId="4A9579C8" w14:textId="77777777" w:rsidR="00514835" w:rsidRDefault="00F8448C" w:rsidP="00F8448C">
      <w:r>
        <w:t>In het prachtige dorpje Hotsjietonia, omringd door bossen en kabbelende beekjes, woonden de vrolijke bever-bewoners. Elke dag waren ze druk in de weer met leuke avonturen en nieuwe ontdekkingen. Maar er was één probleem dat ze al lange tijd bezighield: ze hadden geen manier om met elkaar te praten wanneer ze zich in hun knusse huizen bevonden.</w:t>
      </w:r>
    </w:p>
    <w:p w14:paraId="05040AE4" w14:textId="77777777" w:rsidR="00514835" w:rsidRDefault="00F8448C" w:rsidP="00F8448C">
      <w:r>
        <w:t xml:space="preserve">Op een zonnige ochtend kwam Fleur Kleur op het idee om een verbinding te maken tussen haar kamer en de kamer van Keet Kleur. Zo konden ze overleggen en praten met elkaar zonder dat ze in dezelfde ruimte waren. Maar hoe kon ze dat het beste doen? Ze ging eerst op bezoek bij professor Plof, want hij wist vast hoe je dat het beste kon doen. Het handigste was om een blikken telefoon te maken; twee blikken met een draadje ertussen en dan konden ze daardoor praten. Dat klonk makkelijk! Binnen de kortste keren hing de installatie en werkte die fantastisch. </w:t>
      </w:r>
    </w:p>
    <w:p w14:paraId="51D79F8D" w14:textId="77777777" w:rsidR="00514835" w:rsidRDefault="00F8448C" w:rsidP="00F8448C">
      <w:r>
        <w:t xml:space="preserve">Toen de andere bewoners van Hosjietonia hiervan hoorde waren ze een beetje jaloers. Gelukkig had Fleur daar wel een oplossing voor! “Laten we alle huisjes in Hotsjietonia met elkaar verbinden!” Professor Plof was daar wel voor, “Ik kan wel wat verschillende manieren bedenken!” Riep hij uit. “We hebben alleen wel heel veel handjes nodig om te helpen met de verbindingen maken.” </w:t>
      </w:r>
    </w:p>
    <w:p w14:paraId="54E63C30" w14:textId="561076F6" w:rsidR="00B53011" w:rsidRDefault="00F8448C" w:rsidP="00F8448C">
      <w:r>
        <w:t>Kunnen jullie helpen?</w:t>
      </w:r>
    </w:p>
    <w:sectPr w:rsidR="00B53011" w:rsidSect="00990432">
      <w:headerReference w:type="default" r:id="rId6"/>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9B8B0" w14:textId="77777777" w:rsidR="00640C41" w:rsidRDefault="00640C41" w:rsidP="00B53011">
      <w:pPr>
        <w:spacing w:after="0" w:line="240" w:lineRule="auto"/>
      </w:pPr>
      <w:r>
        <w:separator/>
      </w:r>
    </w:p>
  </w:endnote>
  <w:endnote w:type="continuationSeparator" w:id="0">
    <w:p w14:paraId="03EE91CD" w14:textId="77777777" w:rsidR="00640C41" w:rsidRDefault="00640C41" w:rsidP="00B53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8866158"/>
      <w:docPartObj>
        <w:docPartGallery w:val="Page Numbers (Bottom of Page)"/>
        <w:docPartUnique/>
      </w:docPartObj>
    </w:sdtPr>
    <w:sdtEndPr>
      <w:rPr>
        <w:rFonts w:cs="Arial"/>
        <w:color w:val="FFFFFF" w:themeColor="background1"/>
        <w:szCs w:val="20"/>
      </w:rPr>
    </w:sdtEndPr>
    <w:sdtContent>
      <w:p w14:paraId="6793A31A"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3360" behindDoc="1" locked="0" layoutInCell="1" allowOverlap="1" wp14:anchorId="30A0CD55" wp14:editId="23F1FF50">
              <wp:simplePos x="0" y="0"/>
              <wp:positionH relativeFrom="page">
                <wp:align>right</wp:align>
              </wp:positionH>
              <wp:positionV relativeFrom="paragraph">
                <wp:posOffset>-3636335</wp:posOffset>
              </wp:positionV>
              <wp:extent cx="7559749" cy="4479715"/>
              <wp:effectExtent l="0" t="0" r="3175" b="0"/>
              <wp:wrapNone/>
              <wp:docPr id="1636721586"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8090"/>
                      <a:stretch/>
                    </pic:blipFill>
                    <pic:spPr bwMode="auto">
                      <a:xfrm>
                        <a:off x="0" y="0"/>
                        <a:ext cx="7559749" cy="44797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25E5075F" w14:textId="77777777" w:rsidR="00B53011" w:rsidRDefault="00B530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72684007"/>
      <w:docPartObj>
        <w:docPartGallery w:val="Page Numbers (Bottom of Page)"/>
        <w:docPartUnique/>
      </w:docPartObj>
    </w:sdtPr>
    <w:sdtEndPr>
      <w:rPr>
        <w:rFonts w:cs="Arial"/>
        <w:color w:val="FFFFFF" w:themeColor="background1"/>
        <w:szCs w:val="20"/>
      </w:rPr>
    </w:sdtEndPr>
    <w:sdtContent>
      <w:p w14:paraId="25B28898" w14:textId="77777777" w:rsidR="00B53011" w:rsidRPr="00C12077" w:rsidRDefault="00B53011">
        <w:pPr>
          <w:pStyle w:val="Footer"/>
          <w:jc w:val="right"/>
          <w:rPr>
            <w:rFonts w:cs="Arial"/>
            <w:color w:val="FFFFFF" w:themeColor="background1"/>
            <w:szCs w:val="20"/>
          </w:rPr>
        </w:pPr>
        <w:r w:rsidRPr="00C12077">
          <w:rPr>
            <w:noProof/>
            <w:sz w:val="12"/>
            <w:szCs w:val="14"/>
          </w:rPr>
          <w:drawing>
            <wp:anchor distT="0" distB="0" distL="114300" distR="114300" simplePos="0" relativeHeight="251661312" behindDoc="1" locked="0" layoutInCell="1" allowOverlap="1" wp14:anchorId="688EADC9" wp14:editId="44ADEE1B">
              <wp:simplePos x="0" y="0"/>
              <wp:positionH relativeFrom="page">
                <wp:posOffset>0</wp:posOffset>
              </wp:positionH>
              <wp:positionV relativeFrom="paragraph">
                <wp:posOffset>-638176</wp:posOffset>
              </wp:positionV>
              <wp:extent cx="7559032" cy="1478915"/>
              <wp:effectExtent l="0" t="0" r="4445" b="6985"/>
              <wp:wrapNone/>
              <wp:docPr id="1845883835" name="Afbeelding 1" descr="Afbeelding met tekening, rood, schets, Karmij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721586" name="Afbeelding 1" descr="Afbeelding met tekening, rood, schets, Karmijn&#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163"/>
                      <a:stretch/>
                    </pic:blipFill>
                    <pic:spPr bwMode="auto">
                      <a:xfrm>
                        <a:off x="0" y="0"/>
                        <a:ext cx="7559749" cy="1479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C12077">
          <w:rPr>
            <w:rFonts w:cs="Arial"/>
            <w:color w:val="FFFFFF" w:themeColor="background1"/>
            <w:szCs w:val="20"/>
          </w:rPr>
          <w:fldChar w:fldCharType="begin"/>
        </w:r>
        <w:r w:rsidRPr="00C12077">
          <w:rPr>
            <w:rFonts w:cs="Arial"/>
            <w:color w:val="FFFFFF" w:themeColor="background1"/>
            <w:szCs w:val="20"/>
          </w:rPr>
          <w:instrText>PAGE   \* MERGEFORMAT</w:instrText>
        </w:r>
        <w:r w:rsidRPr="00C12077">
          <w:rPr>
            <w:rFonts w:cs="Arial"/>
            <w:color w:val="FFFFFF" w:themeColor="background1"/>
            <w:szCs w:val="20"/>
          </w:rPr>
          <w:fldChar w:fldCharType="separate"/>
        </w:r>
        <w:r w:rsidRPr="00C12077">
          <w:rPr>
            <w:rFonts w:cs="Arial"/>
            <w:color w:val="FFFFFF" w:themeColor="background1"/>
            <w:szCs w:val="20"/>
          </w:rPr>
          <w:t>2</w:t>
        </w:r>
        <w:r w:rsidRPr="00C12077">
          <w:rPr>
            <w:rFonts w:cs="Arial"/>
            <w:color w:val="FFFFFF" w:themeColor="background1"/>
            <w:szCs w:val="20"/>
          </w:rPr>
          <w:fldChar w:fldCharType="end"/>
        </w:r>
      </w:p>
    </w:sdtContent>
  </w:sdt>
  <w:p w14:paraId="4D2EEADD" w14:textId="77777777" w:rsidR="00B53011" w:rsidRDefault="00B530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118FB" w14:textId="77777777" w:rsidR="00640C41" w:rsidRDefault="00640C41" w:rsidP="00B53011">
      <w:pPr>
        <w:spacing w:after="0" w:line="240" w:lineRule="auto"/>
      </w:pPr>
      <w:r>
        <w:separator/>
      </w:r>
    </w:p>
  </w:footnote>
  <w:footnote w:type="continuationSeparator" w:id="0">
    <w:p w14:paraId="48844835" w14:textId="77777777" w:rsidR="00640C41" w:rsidRDefault="00640C41" w:rsidP="00B530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DFB99" w14:textId="77777777" w:rsidR="00B53011" w:rsidRDefault="00B53011" w:rsidP="00B53011">
    <w:pPr>
      <w:pStyle w:val="NormalWeb"/>
    </w:pPr>
  </w:p>
  <w:p w14:paraId="1C59EBB5" w14:textId="77777777" w:rsidR="00B53011" w:rsidRDefault="00B53011" w:rsidP="00B53011">
    <w:pPr>
      <w:pStyle w:val="NormalWeb"/>
    </w:pPr>
  </w:p>
  <w:p w14:paraId="40B45166" w14:textId="77777777" w:rsidR="00B53011" w:rsidRDefault="00B53011" w:rsidP="00B53011">
    <w:pPr>
      <w:pStyle w:val="NormalWeb"/>
    </w:pPr>
  </w:p>
  <w:p w14:paraId="60A39D4E" w14:textId="77777777" w:rsidR="00B53011" w:rsidRDefault="00B53011">
    <w:pPr>
      <w:pStyle w:val="Header"/>
    </w:pPr>
    <w: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B2044" w14:textId="778DB42E" w:rsidR="00B53011" w:rsidRPr="008B23FF" w:rsidRDefault="00B53011" w:rsidP="00B53011">
    <w:pPr>
      <w:pStyle w:val="Subtitle"/>
      <w:rPr>
        <w:color w:val="FFFFFF" w:themeColor="background1"/>
        <w:lang w:val="en-US"/>
      </w:rPr>
    </w:pPr>
    <w:r>
      <w:rPr>
        <w:noProof/>
      </w:rPr>
      <w:drawing>
        <wp:anchor distT="0" distB="0" distL="114300" distR="114300" simplePos="0" relativeHeight="251659264" behindDoc="1" locked="0" layoutInCell="1" allowOverlap="1" wp14:anchorId="15DC53D7" wp14:editId="4089264A">
          <wp:simplePos x="0" y="0"/>
          <wp:positionH relativeFrom="page">
            <wp:posOffset>0</wp:posOffset>
          </wp:positionH>
          <wp:positionV relativeFrom="paragraph">
            <wp:posOffset>-440055</wp:posOffset>
          </wp:positionV>
          <wp:extent cx="7559040" cy="2133600"/>
          <wp:effectExtent l="0" t="0" r="3810" b="0"/>
          <wp:wrapNone/>
          <wp:docPr id="2120803667" name="Afbeelding 3"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0803667" name="Afbeelding 3" descr="Afbeelding met tekst, Kinderkunst, tekening,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b="80037"/>
                  <a:stretch/>
                </pic:blipFill>
                <pic:spPr bwMode="auto">
                  <a:xfrm>
                    <a:off x="0" y="0"/>
                    <a:ext cx="7559040" cy="21336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8448C">
      <w:rPr>
        <w:color w:val="FFFFFF" w:themeColor="background1"/>
      </w:rPr>
      <w:t>2023</w:t>
    </w:r>
  </w:p>
  <w:p w14:paraId="4E318142" w14:textId="4570B07B" w:rsidR="00B53011" w:rsidRPr="008B23FF" w:rsidRDefault="00F8448C" w:rsidP="00B53011">
    <w:pPr>
      <w:pStyle w:val="Title"/>
      <w:rPr>
        <w:color w:val="FFFFFF" w:themeColor="background1"/>
      </w:rPr>
    </w:pPr>
    <w:r>
      <w:rPr>
        <w:color w:val="FFFFFF" w:themeColor="background1"/>
      </w:rPr>
      <w:t>Thema bevers 2023</w:t>
    </w:r>
    <w:r>
      <w:rPr>
        <w:color w:val="FFFFFF" w:themeColor="background1"/>
      </w:rPr>
      <w:br/>
      <w:t>Connecting Dots</w:t>
    </w:r>
  </w:p>
  <w:p w14:paraId="5C388F6D" w14:textId="77777777" w:rsidR="00B53011" w:rsidRDefault="00B5301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52E"/>
    <w:rsid w:val="00016B4E"/>
    <w:rsid w:val="000701F7"/>
    <w:rsid w:val="001068AA"/>
    <w:rsid w:val="00302AD2"/>
    <w:rsid w:val="004F1D93"/>
    <w:rsid w:val="00514835"/>
    <w:rsid w:val="005153E6"/>
    <w:rsid w:val="005837D4"/>
    <w:rsid w:val="005E31B0"/>
    <w:rsid w:val="00640C41"/>
    <w:rsid w:val="00656311"/>
    <w:rsid w:val="006836B0"/>
    <w:rsid w:val="006D1E8C"/>
    <w:rsid w:val="00790541"/>
    <w:rsid w:val="00835635"/>
    <w:rsid w:val="008D301C"/>
    <w:rsid w:val="009839E5"/>
    <w:rsid w:val="00990432"/>
    <w:rsid w:val="00A05471"/>
    <w:rsid w:val="00A15E9C"/>
    <w:rsid w:val="00B4624E"/>
    <w:rsid w:val="00B53011"/>
    <w:rsid w:val="00C12077"/>
    <w:rsid w:val="00C839E6"/>
    <w:rsid w:val="00CC37B9"/>
    <w:rsid w:val="00E0152E"/>
    <w:rsid w:val="00EF4AA1"/>
    <w:rsid w:val="00F236FC"/>
    <w:rsid w:val="00F8448C"/>
    <w:rsid w:val="00F9471A"/>
    <w:rsid w:val="00FD551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13AF63"/>
  <w15:chartTrackingRefBased/>
  <w15:docId w15:val="{3C822DF4-23F4-8443-B9EC-C0DABB2F9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2077"/>
    <w:rPr>
      <w:rFonts w:ascii="Arial" w:hAnsi="Arial"/>
      <w:color w:val="auto"/>
      <w:sz w:val="20"/>
      <w:u w:val="none"/>
    </w:rPr>
  </w:style>
  <w:style w:type="paragraph" w:styleId="Heading1">
    <w:name w:val="heading 1"/>
    <w:basedOn w:val="Normal"/>
    <w:next w:val="Normal"/>
    <w:link w:val="Heading1Char"/>
    <w:autoRedefine/>
    <w:uiPriority w:val="9"/>
    <w:qFormat/>
    <w:rsid w:val="00C12077"/>
    <w:pPr>
      <w:keepNext/>
      <w:keepLines/>
      <w:spacing w:before="240" w:after="0"/>
      <w:outlineLvl w:val="0"/>
    </w:pPr>
    <w:rPr>
      <w:rFonts w:eastAsiaTheme="majorEastAsia" w:cstheme="majorBidi"/>
      <w:sz w:val="32"/>
      <w:szCs w:val="32"/>
    </w:rPr>
  </w:style>
  <w:style w:type="paragraph" w:styleId="Heading2">
    <w:name w:val="heading 2"/>
    <w:basedOn w:val="Normal"/>
    <w:next w:val="Normal"/>
    <w:link w:val="Heading2Char"/>
    <w:autoRedefine/>
    <w:uiPriority w:val="9"/>
    <w:semiHidden/>
    <w:unhideWhenUsed/>
    <w:qFormat/>
    <w:rsid w:val="00C12077"/>
    <w:pPr>
      <w:keepNext/>
      <w:keepLines/>
      <w:spacing w:before="40" w:after="0"/>
      <w:outlineLvl w:val="1"/>
    </w:pPr>
    <w:rPr>
      <w:rFonts w:eastAsiaTheme="majorEastAsia"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B53011"/>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53011"/>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53011"/>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53011"/>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53011"/>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5301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C12077"/>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C12077"/>
    <w:rPr>
      <w:rFonts w:ascii="Arial" w:eastAsiaTheme="majorEastAsia" w:hAnsi="Arial" w:cstheme="majorBidi"/>
      <w:color w:val="auto"/>
      <w:sz w:val="32"/>
      <w:szCs w:val="32"/>
      <w:u w:val="none"/>
    </w:rPr>
  </w:style>
  <w:style w:type="character" w:customStyle="1" w:styleId="Heading2Char">
    <w:name w:val="Heading 2 Char"/>
    <w:basedOn w:val="DefaultParagraphFont"/>
    <w:link w:val="Heading2"/>
    <w:uiPriority w:val="9"/>
    <w:semiHidden/>
    <w:rsid w:val="00C12077"/>
    <w:rPr>
      <w:rFonts w:ascii="Arial" w:eastAsiaTheme="majorEastAsia" w:hAnsi="Arial"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B53011"/>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B53011"/>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B53011"/>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B53011"/>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B53011"/>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B53011"/>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B53011"/>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B53011"/>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B5301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3011"/>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B53011"/>
    <w:pPr>
      <w:spacing w:before="160"/>
      <w:jc w:val="center"/>
    </w:pPr>
    <w:rPr>
      <w:i/>
      <w:iCs/>
      <w:color w:val="404040" w:themeColor="text1" w:themeTint="BF"/>
    </w:rPr>
  </w:style>
  <w:style w:type="character" w:customStyle="1" w:styleId="QuoteChar">
    <w:name w:val="Quote Char"/>
    <w:basedOn w:val="DefaultParagraphFont"/>
    <w:link w:val="Quote"/>
    <w:uiPriority w:val="29"/>
    <w:rsid w:val="00B53011"/>
    <w:rPr>
      <w:i/>
      <w:iCs/>
      <w:color w:val="404040" w:themeColor="text1" w:themeTint="BF"/>
      <w:u w:val="none"/>
    </w:rPr>
  </w:style>
  <w:style w:type="paragraph" w:styleId="ListParagraph">
    <w:name w:val="List Paragraph"/>
    <w:basedOn w:val="Normal"/>
    <w:uiPriority w:val="34"/>
    <w:qFormat/>
    <w:rsid w:val="00B53011"/>
    <w:pPr>
      <w:ind w:left="720"/>
      <w:contextualSpacing/>
    </w:pPr>
  </w:style>
  <w:style w:type="character" w:styleId="IntenseEmphasis">
    <w:name w:val="Intense Emphasis"/>
    <w:basedOn w:val="DefaultParagraphFont"/>
    <w:uiPriority w:val="21"/>
    <w:qFormat/>
    <w:rsid w:val="00B53011"/>
    <w:rPr>
      <w:i/>
      <w:iCs/>
      <w:color w:val="0F4761" w:themeColor="accent1" w:themeShade="BF"/>
    </w:rPr>
  </w:style>
  <w:style w:type="paragraph" w:styleId="IntenseQuote">
    <w:name w:val="Intense Quote"/>
    <w:basedOn w:val="Normal"/>
    <w:next w:val="Normal"/>
    <w:link w:val="IntenseQuoteChar"/>
    <w:uiPriority w:val="30"/>
    <w:qFormat/>
    <w:rsid w:val="00B530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3011"/>
    <w:rPr>
      <w:i/>
      <w:iCs/>
      <w:color w:val="0F4761" w:themeColor="accent1" w:themeShade="BF"/>
      <w:u w:val="none"/>
    </w:rPr>
  </w:style>
  <w:style w:type="character" w:styleId="IntenseReference">
    <w:name w:val="Intense Reference"/>
    <w:basedOn w:val="DefaultParagraphFont"/>
    <w:uiPriority w:val="32"/>
    <w:qFormat/>
    <w:rsid w:val="00B53011"/>
    <w:rPr>
      <w:b/>
      <w:bCs/>
      <w:smallCaps/>
      <w:color w:val="0F4761" w:themeColor="accent1" w:themeShade="BF"/>
      <w:spacing w:val="5"/>
    </w:rPr>
  </w:style>
  <w:style w:type="paragraph" w:styleId="Header">
    <w:name w:val="header"/>
    <w:basedOn w:val="Normal"/>
    <w:link w:val="HeaderChar"/>
    <w:uiPriority w:val="99"/>
    <w:unhideWhenUsed/>
    <w:rsid w:val="00B530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3011"/>
    <w:rPr>
      <w:color w:val="auto"/>
      <w:u w:val="none"/>
    </w:rPr>
  </w:style>
  <w:style w:type="paragraph" w:styleId="Footer">
    <w:name w:val="footer"/>
    <w:basedOn w:val="Normal"/>
    <w:link w:val="FooterChar"/>
    <w:uiPriority w:val="99"/>
    <w:unhideWhenUsed/>
    <w:rsid w:val="00B5301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3011"/>
    <w:rPr>
      <w:color w:val="auto"/>
      <w:u w:val="none"/>
    </w:rPr>
  </w:style>
  <w:style w:type="paragraph" w:styleId="NormalWeb">
    <w:name w:val="Normal (Web)"/>
    <w:basedOn w:val="Normal"/>
    <w:uiPriority w:val="99"/>
    <w:semiHidden/>
    <w:unhideWhenUsed/>
    <w:rsid w:val="00B53011"/>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824999">
      <w:bodyDiv w:val="1"/>
      <w:marLeft w:val="0"/>
      <w:marRight w:val="0"/>
      <w:marTop w:val="0"/>
      <w:marBottom w:val="0"/>
      <w:divBdr>
        <w:top w:val="none" w:sz="0" w:space="0" w:color="auto"/>
        <w:left w:val="none" w:sz="0" w:space="0" w:color="auto"/>
        <w:bottom w:val="none" w:sz="0" w:space="0" w:color="auto"/>
        <w:right w:val="none" w:sz="0" w:space="0" w:color="auto"/>
      </w:divBdr>
    </w:div>
    <w:div w:id="629481877">
      <w:bodyDiv w:val="1"/>
      <w:marLeft w:val="0"/>
      <w:marRight w:val="0"/>
      <w:marTop w:val="0"/>
      <w:marBottom w:val="0"/>
      <w:divBdr>
        <w:top w:val="none" w:sz="0" w:space="0" w:color="auto"/>
        <w:left w:val="none" w:sz="0" w:space="0" w:color="auto"/>
        <w:bottom w:val="none" w:sz="0" w:space="0" w:color="auto"/>
        <w:right w:val="none" w:sz="0" w:space="0" w:color="auto"/>
      </w:divBdr>
    </w:div>
    <w:div w:id="873034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roo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Word-infoblad-rood.dotx</Template>
  <TotalTime>1</TotalTime>
  <Pages>1</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2025-09-04T10:29:00Z</dcterms:modified>
</cp:coreProperties>
</file>